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7D256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1F9CF8EC" w14:textId="13EEA04E" w:rsidR="008B1A2C" w:rsidRPr="00F10DC5" w:rsidRDefault="008B1A2C" w:rsidP="00B87D91">
      <w:pPr>
        <w:rPr>
          <w:b/>
          <w:color w:val="FF5200" w:themeColor="accent2"/>
          <w:sz w:val="28"/>
          <w:szCs w:val="28"/>
        </w:rPr>
      </w:pPr>
      <w:r w:rsidRPr="00F10DC5">
        <w:rPr>
          <w:b/>
          <w:color w:val="FF5200" w:themeColor="accent2"/>
          <w:sz w:val="28"/>
          <w:szCs w:val="28"/>
        </w:rPr>
        <w:t>Krycí list nabídky</w:t>
      </w:r>
      <w:r w:rsidR="0031280B" w:rsidRPr="00F10DC5">
        <w:rPr>
          <w:b/>
          <w:color w:val="FF5200" w:themeColor="accent2"/>
          <w:sz w:val="28"/>
          <w:szCs w:val="28"/>
        </w:rPr>
        <w:t xml:space="preserve"> k veřejné zakázce s názvem „</w:t>
      </w:r>
      <w:r w:rsidR="006D35FE">
        <w:rPr>
          <w:b/>
          <w:color w:val="FF5200" w:themeColor="accent2"/>
          <w:sz w:val="28"/>
          <w:szCs w:val="28"/>
        </w:rPr>
        <w:t xml:space="preserve">Dodávky </w:t>
      </w:r>
      <w:r w:rsidR="00DE5CA5">
        <w:rPr>
          <w:b/>
          <w:color w:val="FF5200" w:themeColor="accent2"/>
          <w:sz w:val="28"/>
          <w:szCs w:val="28"/>
        </w:rPr>
        <w:t>pracovních oděvů letních</w:t>
      </w:r>
      <w:r w:rsidR="006D35FE">
        <w:rPr>
          <w:b/>
          <w:color w:val="FF5200" w:themeColor="accent2"/>
          <w:sz w:val="28"/>
          <w:szCs w:val="28"/>
        </w:rPr>
        <w:t xml:space="preserve"> - 202</w:t>
      </w:r>
      <w:r w:rsidR="00DE5CA5">
        <w:rPr>
          <w:b/>
          <w:color w:val="FF5200" w:themeColor="accent2"/>
          <w:sz w:val="28"/>
          <w:szCs w:val="28"/>
        </w:rPr>
        <w:t>2</w:t>
      </w:r>
      <w:r w:rsidR="0031280B" w:rsidRPr="00F10DC5">
        <w:rPr>
          <w:b/>
          <w:color w:val="FF5200" w:themeColor="accent2"/>
          <w:sz w:val="28"/>
          <w:szCs w:val="28"/>
        </w:rPr>
        <w:t>“</w:t>
      </w:r>
      <w:r w:rsidR="000128D4" w:rsidRPr="00F10DC5">
        <w:rPr>
          <w:b/>
          <w:color w:val="FF5200" w:themeColor="accent2"/>
          <w:sz w:val="28"/>
          <w:szCs w:val="28"/>
        </w:rPr>
        <w:t xml:space="preserve"> vedené pod </w:t>
      </w:r>
      <w:proofErr w:type="gramStart"/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č.j.</w:t>
      </w:r>
      <w:proofErr w:type="gramEnd"/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 xml:space="preserve"> </w:t>
      </w:r>
      <w:r w:rsidR="00DE5CA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3364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/202</w:t>
      </w:r>
      <w:r w:rsidR="00DE5CA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2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57F8C1E" w14:textId="77777777" w:rsidR="007C1C5D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292F2C7F" w14:textId="3BE282A1" w:rsidR="007C1C5D" w:rsidRDefault="007C1C5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2708947" w:history="1">
            <w:r w:rsidRPr="00636062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636062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_Toc92708947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CAD690" w14:textId="02FE31A2" w:rsidR="007C1C5D" w:rsidRDefault="007C1C5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2708948" w:history="1">
            <w:r w:rsidRPr="00636062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636062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_Toc92708948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95FE4C" w14:textId="078271E6" w:rsidR="007C1C5D" w:rsidRDefault="007C1C5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2708949" w:history="1">
            <w:r w:rsidRPr="00636062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636062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_Toc92708949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4974FC" w14:textId="00613A71" w:rsidR="007C1C5D" w:rsidRDefault="007C1C5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2708950" w:history="1">
            <w:r w:rsidRPr="00636062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636062">
              <w:rPr>
                <w:rStyle w:val="Hypertextovodkaz"/>
                <w:noProof/>
              </w:rPr>
              <w:t>Čestné prohlášení účastníka ohledně pracovních podmínek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_Toc92708950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EE92A9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527D48D7" w14:textId="77777777" w:rsidR="0031280B" w:rsidRDefault="0031280B">
      <w:r>
        <w:br w:type="page"/>
      </w:r>
      <w:bookmarkStart w:id="0" w:name="_GoBack"/>
      <w:bookmarkEnd w:id="0"/>
    </w:p>
    <w:p w14:paraId="2B604C14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92708947"/>
      <w:r>
        <w:lastRenderedPageBreak/>
        <w:t>Základní údaje k nabídce</w:t>
      </w:r>
      <w:bookmarkEnd w:id="1"/>
    </w:p>
    <w:p w14:paraId="76E64BDC" w14:textId="77777777" w:rsidR="00DE5CA5" w:rsidRDefault="00DE5CA5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36B64B95" w14:textId="77777777" w:rsidR="00DE5CA5" w:rsidRDefault="00DE5CA5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2347CF6D" w14:textId="58224B79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4ED3E66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6C7F929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5269166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3A4F64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A8813B9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61698090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277604C8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5A238C8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6B693F7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FB4F7AC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7B99642B" w14:textId="77777777" w:rsidR="00DE5CA5" w:rsidRDefault="00DE5CA5" w:rsidP="00761A82"/>
    <w:p w14:paraId="4F255754" w14:textId="2AEA5A5D" w:rsidR="00761A82" w:rsidRDefault="00761A82" w:rsidP="00761A82">
      <w:r>
        <w:t xml:space="preserve">Účastník prohlašuje, že veškeré údaje </w:t>
      </w:r>
      <w:r w:rsidRPr="00761A82">
        <w:t xml:space="preserve">uvedené v tomto krycím listu, který je přílohou č. 1 Výzvy k podání nabídky na veřejnou zakázku zadávanou jako </w:t>
      </w:r>
      <w:r w:rsidRPr="00761A82">
        <w:rPr>
          <w:rFonts w:eastAsia="Times New Roman" w:cs="Times New Roman"/>
          <w:lang w:eastAsia="cs-CZ"/>
        </w:rPr>
        <w:t xml:space="preserve">podlimitní sektorovou veřejnou zakázku, </w:t>
      </w:r>
      <w:r w:rsidRPr="00761A82">
        <w:t>jsou pravdivé, úplné a odpovídají skutečnosti. Účastník si</w:t>
      </w:r>
      <w:r>
        <w:t xml:space="preserve"> je vědom důsledků záměrného uvedení nepravdivých údajů, které v rovině tohoto zadávacího řízení mohou vést až k vyloučení Účastníka ze zadávacího řízení.</w:t>
      </w:r>
    </w:p>
    <w:p w14:paraId="71071B4F" w14:textId="77777777" w:rsidR="00DE5CA5" w:rsidRDefault="00C228EE" w:rsidP="006D35FE">
      <w:r w:rsidRPr="006E5C6C">
        <w:rPr>
          <w:b/>
        </w:rPr>
        <w:t>ÚDAJE PRO POTŘEBY HODNOCENÍ</w:t>
      </w:r>
      <w:r>
        <w:t>:</w:t>
      </w:r>
    </w:p>
    <w:p w14:paraId="68EAE2F5" w14:textId="70E0897B" w:rsidR="006D35FE" w:rsidRDefault="006D35FE" w:rsidP="006D35FE">
      <w:r w:rsidRPr="00F24FBF">
        <w:t>Účastník uvede ceny dle požadavků v čl. 1</w:t>
      </w:r>
      <w:r w:rsidR="00A00BF3">
        <w:t>1</w:t>
      </w:r>
      <w:r w:rsidRPr="00F24FBF">
        <w:t xml:space="preserve"> Výzvy k podání nabídky. </w:t>
      </w:r>
    </w:p>
    <w:tbl>
      <w:tblPr>
        <w:tblW w:w="844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1184"/>
        <w:gridCol w:w="832"/>
        <w:gridCol w:w="713"/>
        <w:gridCol w:w="815"/>
        <w:gridCol w:w="1133"/>
        <w:gridCol w:w="992"/>
        <w:gridCol w:w="1057"/>
      </w:tblGrid>
      <w:tr w:rsidR="006D35FE" w:rsidRPr="008D23D5" w14:paraId="31A25E85" w14:textId="77777777" w:rsidTr="00DE5CA5">
        <w:trPr>
          <w:trHeight w:val="1139"/>
          <w:jc w:val="center"/>
        </w:trPr>
        <w:tc>
          <w:tcPr>
            <w:tcW w:w="1714" w:type="dxa"/>
            <w:shd w:val="clear" w:color="auto" w:fill="auto"/>
            <w:vAlign w:val="center"/>
            <w:hideMark/>
          </w:tcPr>
          <w:p w14:paraId="6A185BE5" w14:textId="55ACD7A4" w:rsidR="006D35FE" w:rsidRPr="006048C7" w:rsidRDefault="006D35FE" w:rsidP="00E433D6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Název a druh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oděvu</w:t>
            </w:r>
          </w:p>
        </w:tc>
        <w:tc>
          <w:tcPr>
            <w:tcW w:w="1184" w:type="dxa"/>
            <w:shd w:val="clear" w:color="auto" w:fill="auto"/>
            <w:vAlign w:val="center"/>
            <w:hideMark/>
          </w:tcPr>
          <w:p w14:paraId="438A4C63" w14:textId="77777777" w:rsidR="006D35FE" w:rsidRPr="006048C7" w:rsidRDefault="006D35FE" w:rsidP="008875F0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Předpokládané </w:t>
            </w:r>
            <w:proofErr w:type="gram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množství (v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kusech</w:t>
            </w:r>
            <w:proofErr w:type="gram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BA156E5" w14:textId="77777777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(bez DPH)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678F5C5E" w14:textId="77777777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DPH 21% za 1 kus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01D75F70" w14:textId="77777777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(vč. DPH)</w:t>
            </w:r>
          </w:p>
        </w:tc>
        <w:tc>
          <w:tcPr>
            <w:tcW w:w="1133" w:type="dxa"/>
            <w:shd w:val="clear" w:color="auto" w:fill="D0CECE" w:themeFill="background2" w:themeFillShade="E6"/>
            <w:vAlign w:val="center"/>
          </w:tcPr>
          <w:p w14:paraId="3E7504A2" w14:textId="21299119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</w:t>
            </w:r>
            <w:r w:rsidR="004A7ADC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v Kč 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bez DPH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3F967E" w14:textId="77777777" w:rsidR="006D35FE" w:rsidRPr="006048C7" w:rsidRDefault="006D35FE" w:rsidP="008875F0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DPH 21%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47D2FDF" w14:textId="5350DB51" w:rsidR="006D35FE" w:rsidRPr="006048C7" w:rsidRDefault="006D35FE" w:rsidP="008875F0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</w:t>
            </w:r>
            <w:r w:rsidR="004A7ADC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vč. DPH</w:t>
            </w:r>
          </w:p>
        </w:tc>
      </w:tr>
      <w:tr w:rsidR="00E433D6" w:rsidRPr="001F33F5" w14:paraId="79D4C06E" w14:textId="77777777" w:rsidTr="001C3F2E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  <w:hideMark/>
          </w:tcPr>
          <w:p w14:paraId="3D10EC5C" w14:textId="48826FBB" w:rsidR="00E433D6" w:rsidRPr="004303F9" w:rsidRDefault="00E433D6" w:rsidP="00DE5CA5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 xml:space="preserve">Blůza pracovní </w:t>
            </w:r>
            <w:r w:rsidR="00DE5CA5">
              <w:t>modrá letní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4D48494E" w14:textId="5E4B25E9" w:rsidR="00E433D6" w:rsidRPr="004303F9" w:rsidRDefault="00DE5CA5" w:rsidP="00E433D6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5700</w:t>
            </w:r>
          </w:p>
        </w:tc>
        <w:tc>
          <w:tcPr>
            <w:tcW w:w="832" w:type="dxa"/>
            <w:shd w:val="clear" w:color="auto" w:fill="auto"/>
          </w:tcPr>
          <w:p w14:paraId="693124E7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1D619D84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44E4A480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12878A49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74D0C671" w14:textId="77777777" w:rsidR="00E433D6" w:rsidRPr="004A6709" w:rsidRDefault="00E433D6" w:rsidP="00E433D6"/>
        </w:tc>
        <w:tc>
          <w:tcPr>
            <w:tcW w:w="1057" w:type="dxa"/>
            <w:shd w:val="clear" w:color="auto" w:fill="auto"/>
          </w:tcPr>
          <w:p w14:paraId="0859D889" w14:textId="77777777" w:rsidR="00E433D6" w:rsidRPr="004A6709" w:rsidRDefault="00E433D6" w:rsidP="00E433D6"/>
        </w:tc>
      </w:tr>
      <w:tr w:rsidR="00E433D6" w:rsidRPr="001F33F5" w14:paraId="2044A55D" w14:textId="77777777" w:rsidTr="00A00BF3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36993F25" w14:textId="694FEC02" w:rsidR="00E433D6" w:rsidRPr="004303F9" w:rsidRDefault="00E433D6" w:rsidP="00DE5CA5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 xml:space="preserve">Kalhoty pracovní </w:t>
            </w:r>
            <w:r w:rsidR="00DE5CA5">
              <w:t>modré</w:t>
            </w:r>
            <w:r>
              <w:t xml:space="preserve"> do pasu</w:t>
            </w:r>
            <w:r w:rsidR="00DE5CA5">
              <w:t xml:space="preserve"> letní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30184582" w14:textId="1B5A0DB3" w:rsidR="00E433D6" w:rsidRPr="004303F9" w:rsidRDefault="00DE5CA5" w:rsidP="00E433D6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5200</w:t>
            </w:r>
          </w:p>
        </w:tc>
        <w:tc>
          <w:tcPr>
            <w:tcW w:w="832" w:type="dxa"/>
            <w:shd w:val="clear" w:color="auto" w:fill="auto"/>
          </w:tcPr>
          <w:p w14:paraId="2E2F689D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6BCD2773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386F4D81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20FD28E7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2B16F3FF" w14:textId="77777777" w:rsidR="00E433D6" w:rsidRPr="004A6709" w:rsidRDefault="00E433D6" w:rsidP="00E433D6"/>
        </w:tc>
        <w:tc>
          <w:tcPr>
            <w:tcW w:w="1057" w:type="dxa"/>
            <w:shd w:val="clear" w:color="auto" w:fill="auto"/>
          </w:tcPr>
          <w:p w14:paraId="2A9B3B74" w14:textId="77777777" w:rsidR="00E433D6" w:rsidRPr="004A6709" w:rsidRDefault="00E433D6" w:rsidP="00E433D6"/>
        </w:tc>
      </w:tr>
      <w:tr w:rsidR="00E433D6" w:rsidRPr="001F33F5" w14:paraId="55FF98D3" w14:textId="77777777" w:rsidTr="00A00BF3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1DF90B0D" w14:textId="2AA23BBD" w:rsidR="00E433D6" w:rsidRDefault="00E433D6" w:rsidP="00DE5CA5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 xml:space="preserve">Kalhoty pracovní </w:t>
            </w:r>
            <w:r w:rsidR="00DE5CA5">
              <w:t>s laclem letní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7629B1A2" w14:textId="16C906D0" w:rsidR="00E433D6" w:rsidRPr="004303F9" w:rsidRDefault="00E433D6" w:rsidP="00DE5CA5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4</w:t>
            </w:r>
            <w:r w:rsidR="00DE5CA5">
              <w:t>8</w:t>
            </w:r>
            <w:r>
              <w:t>0</w:t>
            </w:r>
          </w:p>
        </w:tc>
        <w:tc>
          <w:tcPr>
            <w:tcW w:w="832" w:type="dxa"/>
            <w:shd w:val="clear" w:color="auto" w:fill="auto"/>
          </w:tcPr>
          <w:p w14:paraId="389091BB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1D3392C5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5E924F41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2DF75997" w14:textId="77777777" w:rsidR="00E433D6" w:rsidRPr="004A6709" w:rsidRDefault="00E433D6" w:rsidP="00E433D6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0534BBB1" w14:textId="77777777" w:rsidR="00E433D6" w:rsidRPr="004A6709" w:rsidRDefault="00E433D6" w:rsidP="00E433D6"/>
        </w:tc>
        <w:tc>
          <w:tcPr>
            <w:tcW w:w="1057" w:type="dxa"/>
            <w:shd w:val="clear" w:color="auto" w:fill="auto"/>
          </w:tcPr>
          <w:p w14:paraId="531133DD" w14:textId="77777777" w:rsidR="00E433D6" w:rsidRPr="004A6709" w:rsidRDefault="00E433D6" w:rsidP="00E433D6"/>
        </w:tc>
      </w:tr>
      <w:tr w:rsidR="00A00BF3" w14:paraId="65C8D385" w14:textId="77777777" w:rsidTr="00DE5CA5">
        <w:tblPrEx>
          <w:tblLook w:val="0000" w:firstRow="0" w:lastRow="0" w:firstColumn="0" w:lastColumn="0" w:noHBand="0" w:noVBand="0"/>
        </w:tblPrEx>
        <w:trPr>
          <w:trHeight w:val="516"/>
          <w:jc w:val="center"/>
        </w:trPr>
        <w:tc>
          <w:tcPr>
            <w:tcW w:w="1714" w:type="dxa"/>
            <w:shd w:val="clear" w:color="auto" w:fill="D0CECE" w:themeFill="background2" w:themeFillShade="E6"/>
          </w:tcPr>
          <w:p w14:paraId="71E732CB" w14:textId="77777777" w:rsidR="00A00BF3" w:rsidRPr="005C145F" w:rsidRDefault="00A00BF3" w:rsidP="008875F0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5C145F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 v Kč bez DPH</w:t>
            </w:r>
          </w:p>
        </w:tc>
        <w:tc>
          <w:tcPr>
            <w:tcW w:w="3544" w:type="dxa"/>
            <w:gridSpan w:val="4"/>
            <w:shd w:val="clear" w:color="auto" w:fill="auto"/>
          </w:tcPr>
          <w:p w14:paraId="6BB5D59C" w14:textId="6B81CE83" w:rsidR="00A00BF3" w:rsidRPr="004A6709" w:rsidRDefault="00A00BF3" w:rsidP="00A00BF3">
            <w:pPr>
              <w:tabs>
                <w:tab w:val="left" w:pos="1155"/>
              </w:tabs>
            </w:pPr>
            <w:r>
              <w:tab/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14:paraId="58C7D755" w14:textId="1AA94B2E" w:rsidR="00A00BF3" w:rsidRPr="004A6709" w:rsidRDefault="00A00BF3" w:rsidP="008875F0"/>
        </w:tc>
        <w:tc>
          <w:tcPr>
            <w:tcW w:w="992" w:type="dxa"/>
            <w:shd w:val="clear" w:color="auto" w:fill="auto"/>
          </w:tcPr>
          <w:p w14:paraId="059CC2BB" w14:textId="77777777" w:rsidR="00A00BF3" w:rsidRPr="004A6709" w:rsidRDefault="00A00BF3" w:rsidP="008875F0"/>
        </w:tc>
        <w:tc>
          <w:tcPr>
            <w:tcW w:w="1057" w:type="dxa"/>
            <w:shd w:val="clear" w:color="auto" w:fill="auto"/>
          </w:tcPr>
          <w:p w14:paraId="69E73428" w14:textId="77777777" w:rsidR="00A00BF3" w:rsidRPr="004A6709" w:rsidRDefault="00A00BF3" w:rsidP="008875F0"/>
        </w:tc>
      </w:tr>
    </w:tbl>
    <w:p w14:paraId="1FF313BA" w14:textId="77777777" w:rsidR="00DE5CA5" w:rsidRDefault="00DE5CA5" w:rsidP="008B1A2C">
      <w:pPr>
        <w:rPr>
          <w:b/>
        </w:rPr>
      </w:pPr>
    </w:p>
    <w:p w14:paraId="5340BEFA" w14:textId="77777777" w:rsidR="00DE5CA5" w:rsidRDefault="00DE5CA5" w:rsidP="008B1A2C">
      <w:pPr>
        <w:rPr>
          <w:b/>
        </w:rPr>
      </w:pPr>
    </w:p>
    <w:p w14:paraId="03787939" w14:textId="77777777" w:rsidR="00DE5CA5" w:rsidRDefault="00DE5CA5" w:rsidP="008B1A2C">
      <w:pPr>
        <w:rPr>
          <w:b/>
        </w:rPr>
      </w:pPr>
    </w:p>
    <w:p w14:paraId="3590E7EF" w14:textId="77777777" w:rsidR="00DE5CA5" w:rsidRDefault="00DE5CA5" w:rsidP="008B1A2C">
      <w:pPr>
        <w:rPr>
          <w:b/>
        </w:rPr>
      </w:pPr>
    </w:p>
    <w:p w14:paraId="0E204434" w14:textId="77777777" w:rsidR="00DE5CA5" w:rsidRDefault="00DE5CA5" w:rsidP="008B1A2C">
      <w:pPr>
        <w:rPr>
          <w:b/>
        </w:rPr>
      </w:pPr>
    </w:p>
    <w:p w14:paraId="4F33D051" w14:textId="77777777" w:rsidR="00DE5CA5" w:rsidRDefault="00DE5CA5" w:rsidP="008B1A2C">
      <w:pPr>
        <w:rPr>
          <w:b/>
        </w:rPr>
      </w:pPr>
    </w:p>
    <w:p w14:paraId="3ED18429" w14:textId="77777777" w:rsidR="00DE5CA5" w:rsidRDefault="00DE5CA5" w:rsidP="008B1A2C">
      <w:pPr>
        <w:rPr>
          <w:b/>
        </w:rPr>
      </w:pPr>
    </w:p>
    <w:p w14:paraId="2E331F25" w14:textId="77777777" w:rsidR="00DE5CA5" w:rsidRDefault="00DE5CA5" w:rsidP="008B1A2C">
      <w:pPr>
        <w:rPr>
          <w:b/>
        </w:rPr>
      </w:pPr>
    </w:p>
    <w:p w14:paraId="10CE005B" w14:textId="63221958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9F06AC4" w14:textId="77777777" w:rsidR="00996617" w:rsidRDefault="00996617" w:rsidP="00996617">
      <w:pPr>
        <w:tabs>
          <w:tab w:val="left" w:pos="7125"/>
        </w:tabs>
        <w:sectPr w:rsidR="00996617" w:rsidSect="00A00BF3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273CB486" w14:textId="77777777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14:paraId="44E18B06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1B9F392D" w14:textId="77777777" w:rsidR="00654420" w:rsidRDefault="00654420" w:rsidP="00996617">
      <w:pPr>
        <w:tabs>
          <w:tab w:val="left" w:pos="7125"/>
        </w:tabs>
        <w:spacing w:after="0"/>
      </w:pPr>
    </w:p>
    <w:p w14:paraId="46613E93" w14:textId="77777777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AA7555" w14:textId="77777777" w:rsidR="00996617" w:rsidRDefault="007C1C5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14:paraId="7563EEE1" w14:textId="77777777" w:rsidR="00E85D44" w:rsidRDefault="00E85D44" w:rsidP="00996617">
      <w:pPr>
        <w:tabs>
          <w:tab w:val="left" w:pos="7125"/>
        </w:tabs>
        <w:spacing w:after="0"/>
      </w:pPr>
    </w:p>
    <w:p w14:paraId="15D02600" w14:textId="77777777" w:rsidR="00E85D44" w:rsidRDefault="00E85D44" w:rsidP="00996617">
      <w:pPr>
        <w:tabs>
          <w:tab w:val="left" w:pos="7125"/>
        </w:tabs>
        <w:spacing w:after="0"/>
      </w:pPr>
    </w:p>
    <w:p w14:paraId="6D4E9601" w14:textId="77777777" w:rsidR="009771C9" w:rsidRDefault="009771C9" w:rsidP="00996617">
      <w:pPr>
        <w:tabs>
          <w:tab w:val="left" w:pos="7125"/>
        </w:tabs>
        <w:spacing w:after="0"/>
      </w:pPr>
    </w:p>
    <w:p w14:paraId="7ADD938E" w14:textId="77777777" w:rsidR="00654420" w:rsidRDefault="00654420" w:rsidP="00996617">
      <w:pPr>
        <w:tabs>
          <w:tab w:val="left" w:pos="7125"/>
        </w:tabs>
        <w:spacing w:after="0"/>
      </w:pPr>
    </w:p>
    <w:p w14:paraId="21729DB5" w14:textId="77777777" w:rsidR="00654420" w:rsidRDefault="00654420" w:rsidP="00996617">
      <w:pPr>
        <w:tabs>
          <w:tab w:val="left" w:pos="7125"/>
        </w:tabs>
        <w:spacing w:after="0"/>
      </w:pPr>
    </w:p>
    <w:p w14:paraId="4518EA9E" w14:textId="77777777" w:rsidR="009771C9" w:rsidRDefault="009771C9" w:rsidP="00996617">
      <w:pPr>
        <w:tabs>
          <w:tab w:val="left" w:pos="7125"/>
        </w:tabs>
        <w:spacing w:after="0"/>
      </w:pPr>
    </w:p>
    <w:p w14:paraId="67ED7C46" w14:textId="77777777" w:rsidR="00E85D44" w:rsidRPr="00E85D44" w:rsidRDefault="007C1C5D" w:rsidP="00E85D44">
      <w:pPr>
        <w:tabs>
          <w:tab w:val="left" w:pos="7125"/>
        </w:tabs>
        <w:sectPr w:rsidR="00E85D44" w:rsidRPr="00E85D44" w:rsidSect="00A00BF3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1CC57135" w14:textId="77777777" w:rsidR="00E85D44" w:rsidRDefault="00E85D44" w:rsidP="00996617">
      <w:pPr>
        <w:tabs>
          <w:tab w:val="left" w:pos="7125"/>
        </w:tabs>
        <w:spacing w:after="0"/>
        <w:sectPr w:rsidR="00E85D44" w:rsidSect="00A00BF3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5D94C7AF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92708948"/>
      <w:r w:rsidRPr="006E5C6C">
        <w:t>Čestné prohlášení o splnění</w:t>
      </w:r>
      <w:r w:rsidRPr="006E5C6C">
        <w:br/>
        <w:t>základní způsobilosti</w:t>
      </w:r>
      <w:bookmarkEnd w:id="2"/>
    </w:p>
    <w:p w14:paraId="2FBD5EB7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E759AA" w14:textId="0846E29F" w:rsidR="0031280B" w:rsidRDefault="007A008C" w:rsidP="0031280B">
      <w:pPr>
        <w:rPr>
          <w:lang w:eastAsia="cs-CZ"/>
        </w:rPr>
      </w:pPr>
      <w:proofErr w:type="gramStart"/>
      <w:r>
        <w:rPr>
          <w:lang w:eastAsia="cs-CZ"/>
        </w:rPr>
        <w:t>ú</w:t>
      </w:r>
      <w:r w:rsidR="0031280B">
        <w:rPr>
          <w:lang w:eastAsia="cs-CZ"/>
        </w:rPr>
        <w:t>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5C6797A9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0D32247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7AE66B6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8A740C3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236C613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0FDA55CC" w14:textId="77777777" w:rsidR="0031280B" w:rsidRDefault="0031280B" w:rsidP="0031280B">
      <w:pPr>
        <w:rPr>
          <w:lang w:eastAsia="cs-CZ"/>
        </w:rPr>
      </w:pPr>
    </w:p>
    <w:p w14:paraId="461A2C48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75219055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3AB0657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92708949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731EFC0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06B6F914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347E1CA7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651E08D5" w14:textId="2741EFE6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79D0EBE" w14:textId="5CBB465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7879690" w14:textId="4FCCF06E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4308608" w14:textId="7538AE1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A7CCD88" w14:textId="311178FB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65AFDDE" w14:textId="4C9685D6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599377C" w14:textId="55A8D12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86DD1C3" w14:textId="59B8BA12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EC71B15" w14:textId="2C3F4C5E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3617BCE" w14:textId="2A0F3D8E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5B94BED" w14:textId="7043DE60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6B6EC4E" w14:textId="085BC954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447488C" w14:textId="479AA4E1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2B43816" w14:textId="1FD2D75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69D110E" w14:textId="2195C8D4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A46327A" w14:textId="45A0B44C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131AA24" w14:textId="27EA2199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C17A6F9" w14:textId="42078366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3548C941" w14:textId="1D1F557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61FB304" w14:textId="326FD236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6E03F22" w14:textId="29E3918C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A538227" w14:textId="57031517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C4CE7F3" w14:textId="77777777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7FCC3CF" w14:textId="18C37835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DE746D9" w14:textId="7B17D25B" w:rsidR="00C4374B" w:rsidRPr="00C4374B" w:rsidRDefault="00C4374B" w:rsidP="00C4374B">
      <w:pPr>
        <w:pStyle w:val="Nadpis2"/>
        <w:numPr>
          <w:ilvl w:val="0"/>
          <w:numId w:val="34"/>
        </w:numPr>
      </w:pPr>
      <w:bookmarkStart w:id="4" w:name="_Toc92708950"/>
      <w:r>
        <w:lastRenderedPageBreak/>
        <w:t>Čestné prohlášení účastníka ohledně pracovních podmínek</w:t>
      </w:r>
      <w:bookmarkEnd w:id="4"/>
    </w:p>
    <w:p w14:paraId="33BE9676" w14:textId="77777777" w:rsidR="00C4374B" w:rsidRDefault="00C4374B" w:rsidP="00C4374B">
      <w:pPr>
        <w:spacing w:line="240" w:lineRule="auto"/>
        <w:rPr>
          <w:rFonts w:ascii="Verdana" w:hAnsi="Verdana"/>
          <w:lang w:eastAsia="cs-CZ"/>
        </w:rPr>
      </w:pPr>
    </w:p>
    <w:p w14:paraId="57EE590B" w14:textId="4A622F54" w:rsidR="00C4374B" w:rsidRPr="002D40FC" w:rsidRDefault="00C4374B" w:rsidP="00C4374B">
      <w:pPr>
        <w:spacing w:line="240" w:lineRule="auto"/>
        <w:rPr>
          <w:rFonts w:ascii="Verdana" w:eastAsia="Times New Roman" w:hAnsi="Verdana" w:cs="Times New Roman"/>
          <w:lang w:eastAsia="cs-CZ"/>
        </w:rPr>
      </w:pPr>
      <w:r>
        <w:rPr>
          <w:rFonts w:ascii="Verdana" w:hAnsi="Verdana"/>
          <w:lang w:eastAsia="cs-CZ"/>
        </w:rPr>
        <w:t>Ú</w:t>
      </w:r>
      <w:r w:rsidRPr="002D40FC">
        <w:rPr>
          <w:rFonts w:ascii="Verdana" w:hAnsi="Verdana"/>
          <w:lang w:eastAsia="cs-CZ"/>
        </w:rPr>
        <w:t xml:space="preserve">častník, který podává tuto nabídku, </w:t>
      </w:r>
      <w:r w:rsidRPr="002D40FC">
        <w:rPr>
          <w:rFonts w:ascii="Verdana" w:eastAsia="Times New Roman" w:hAnsi="Verdana" w:cs="Times New Roman"/>
          <w:lang w:eastAsia="cs-CZ"/>
        </w:rPr>
        <w:t xml:space="preserve">tímto čestně prohlašuje, že v souvislosti se zadávanou veřejnou zakázkou </w:t>
      </w:r>
      <w:r w:rsidRPr="002D40FC">
        <w:rPr>
          <w:rFonts w:ascii="Verdana" w:hAnsi="Verdana"/>
        </w:rPr>
        <w:t>nedochází při plnění veřejné zakázky</w:t>
      </w:r>
      <w:r w:rsidRPr="002D40FC">
        <w:rPr>
          <w:rStyle w:val="Zkladntext2Calibri8pt"/>
          <w:rFonts w:ascii="Verdana" w:hAnsi="Verdana"/>
          <w:sz w:val="18"/>
        </w:rPr>
        <w:t xml:space="preserve"> k porušování zákonného standardu pracovních podmínek dle zákoníku práce, právních předpisů v oblasti zaměstnanosti a BOZP, ani k porušování mezinárodních úmluv o lidských právech, sociálních či pracovních právech, zejména úmluv Mezinárodní organizace práce (ILO) uvedených ve směrnici č. 2014/24/EU</w:t>
      </w:r>
      <w:r>
        <w:rPr>
          <w:rStyle w:val="Zkladntext2Calibri8pt"/>
          <w:rFonts w:ascii="Verdana" w:hAnsi="Verdana"/>
          <w:sz w:val="18"/>
        </w:rPr>
        <w:t xml:space="preserve"> a není mu známo, že by k výše uvedenému porušování docházelo u jeho obchodních partnerů.</w:t>
      </w:r>
      <w:r w:rsidRPr="002D40FC">
        <w:rPr>
          <w:rFonts w:ascii="Verdana" w:eastAsia="Times New Roman" w:hAnsi="Verdana" w:cs="Times New Roman"/>
          <w:lang w:eastAsia="cs-CZ"/>
        </w:rPr>
        <w:t xml:space="preserve">  </w:t>
      </w:r>
    </w:p>
    <w:p w14:paraId="6DDADF19" w14:textId="77777777" w:rsidR="00C4374B" w:rsidRPr="002D40FC" w:rsidRDefault="00C4374B" w:rsidP="00C4374B">
      <w:pPr>
        <w:spacing w:line="240" w:lineRule="auto"/>
        <w:rPr>
          <w:rFonts w:ascii="Verdana" w:eastAsia="Times New Roman" w:hAnsi="Verdana" w:cs="Times New Roman"/>
          <w:lang w:eastAsia="cs-CZ"/>
        </w:rPr>
      </w:pPr>
      <w:r w:rsidRPr="002D40FC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0EDDC5" w14:textId="77777777" w:rsidR="00C4374B" w:rsidRPr="00A035EA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F07A617" w14:textId="6576B74A" w:rsidR="000128D4" w:rsidRDefault="000128D4">
      <w:pPr>
        <w:rPr>
          <w:rFonts w:eastAsia="Times New Roman" w:cs="Times New Roman"/>
          <w:lang w:eastAsia="cs-CZ"/>
        </w:rPr>
      </w:pPr>
    </w:p>
    <w:sectPr w:rsidR="000128D4" w:rsidSect="00A00BF3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4C64B" w14:textId="77777777" w:rsidR="0097709B" w:rsidRDefault="0097709B" w:rsidP="00962258">
      <w:pPr>
        <w:spacing w:after="0" w:line="240" w:lineRule="auto"/>
      </w:pPr>
      <w:r>
        <w:separator/>
      </w:r>
    </w:p>
  </w:endnote>
  <w:endnote w:type="continuationSeparator" w:id="0">
    <w:p w14:paraId="14130253" w14:textId="77777777" w:rsidR="0097709B" w:rsidRDefault="009770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28A0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A60F8" w14:textId="6B90732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1C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1C5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66DB9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0407D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9AE0CA9" w14:textId="77777777" w:rsidR="00F1715C" w:rsidRDefault="00F1715C" w:rsidP="00D831A3">
          <w:pPr>
            <w:pStyle w:val="Zpat"/>
          </w:pPr>
        </w:p>
      </w:tc>
    </w:tr>
  </w:tbl>
  <w:p w14:paraId="12AC2BD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1AE68C2" wp14:editId="098B9F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54593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9AF58D" wp14:editId="4C7315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7F4444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70493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75B389" w14:textId="056F2E5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1C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1C5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756D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5F0123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F6EA7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C8DE36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5A7A4E" w14:textId="471DD9E9" w:rsidR="00F1715C" w:rsidRDefault="00F1715C" w:rsidP="00BD58CB">
          <w:pPr>
            <w:pStyle w:val="Zpat"/>
          </w:pPr>
          <w:r>
            <w:t>www.s</w:t>
          </w:r>
          <w:r w:rsidR="00BD58CB">
            <w:t>pravazeleznic</w:t>
          </w:r>
          <w:r>
            <w:t>.cz</w:t>
          </w:r>
        </w:p>
      </w:tc>
      <w:tc>
        <w:tcPr>
          <w:tcW w:w="2921" w:type="dxa"/>
        </w:tcPr>
        <w:p w14:paraId="6C12D488" w14:textId="77777777" w:rsidR="00F1715C" w:rsidRDefault="00F1715C" w:rsidP="00460660">
          <w:pPr>
            <w:pStyle w:val="Zpat"/>
          </w:pPr>
        </w:p>
      </w:tc>
    </w:tr>
  </w:tbl>
  <w:p w14:paraId="53B5745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071C93" wp14:editId="7615F9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A1F1EE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6B6BE093" wp14:editId="441F2C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0D674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3DBBC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6B2D4" w14:textId="77777777" w:rsidR="0097709B" w:rsidRDefault="0097709B" w:rsidP="00962258">
      <w:pPr>
        <w:spacing w:after="0" w:line="240" w:lineRule="auto"/>
      </w:pPr>
      <w:r>
        <w:separator/>
      </w:r>
    </w:p>
  </w:footnote>
  <w:footnote w:type="continuationSeparator" w:id="0">
    <w:p w14:paraId="4A626FF5" w14:textId="77777777" w:rsidR="0097709B" w:rsidRDefault="0097709B" w:rsidP="00962258">
      <w:pPr>
        <w:spacing w:after="0" w:line="240" w:lineRule="auto"/>
      </w:pPr>
      <w:r>
        <w:continuationSeparator/>
      </w:r>
    </w:p>
  </w:footnote>
  <w:footnote w:id="1">
    <w:p w14:paraId="42C45C0B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14:paraId="020BE7B8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FD3A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185C2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95096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97AE0E" w14:textId="77777777" w:rsidR="00F1715C" w:rsidRPr="00D6163D" w:rsidRDefault="00F1715C" w:rsidP="00D6163D">
          <w:pPr>
            <w:pStyle w:val="Druhdokumentu"/>
          </w:pPr>
        </w:p>
      </w:tc>
    </w:tr>
  </w:tbl>
  <w:p w14:paraId="73C9BEB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D2971" w14:textId="77777777" w:rsidR="00F1715C" w:rsidRPr="00D6163D" w:rsidRDefault="00F1715C" w:rsidP="00FC6389">
    <w:pPr>
      <w:pStyle w:val="Zhlav"/>
      <w:rPr>
        <w:sz w:val="8"/>
        <w:szCs w:val="8"/>
      </w:rPr>
    </w:pPr>
  </w:p>
  <w:p w14:paraId="7C6BA6B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32F7E"/>
    <w:rsid w:val="00072C1E"/>
    <w:rsid w:val="000A412D"/>
    <w:rsid w:val="000C3A92"/>
    <w:rsid w:val="000E23A7"/>
    <w:rsid w:val="0010693F"/>
    <w:rsid w:val="00114472"/>
    <w:rsid w:val="00151617"/>
    <w:rsid w:val="001550BC"/>
    <w:rsid w:val="001605B9"/>
    <w:rsid w:val="00170EC5"/>
    <w:rsid w:val="001747C1"/>
    <w:rsid w:val="00184743"/>
    <w:rsid w:val="00190137"/>
    <w:rsid w:val="0019184D"/>
    <w:rsid w:val="001C3F2E"/>
    <w:rsid w:val="001F1151"/>
    <w:rsid w:val="001F49FF"/>
    <w:rsid w:val="00205242"/>
    <w:rsid w:val="00207DF5"/>
    <w:rsid w:val="00220CDA"/>
    <w:rsid w:val="002243A8"/>
    <w:rsid w:val="002305E9"/>
    <w:rsid w:val="0023070F"/>
    <w:rsid w:val="0028050F"/>
    <w:rsid w:val="00280E07"/>
    <w:rsid w:val="00293E5A"/>
    <w:rsid w:val="002C31BF"/>
    <w:rsid w:val="002D08B1"/>
    <w:rsid w:val="002E08D2"/>
    <w:rsid w:val="002E0CD7"/>
    <w:rsid w:val="002F50CD"/>
    <w:rsid w:val="00304B06"/>
    <w:rsid w:val="0031280B"/>
    <w:rsid w:val="00321D98"/>
    <w:rsid w:val="00341DCF"/>
    <w:rsid w:val="00354C5C"/>
    <w:rsid w:val="00357BC6"/>
    <w:rsid w:val="0036634F"/>
    <w:rsid w:val="003956C6"/>
    <w:rsid w:val="003F2740"/>
    <w:rsid w:val="00424B2F"/>
    <w:rsid w:val="004303F9"/>
    <w:rsid w:val="00441430"/>
    <w:rsid w:val="00450F07"/>
    <w:rsid w:val="00453CD3"/>
    <w:rsid w:val="00460660"/>
    <w:rsid w:val="00486107"/>
    <w:rsid w:val="00491827"/>
    <w:rsid w:val="004A6709"/>
    <w:rsid w:val="004A7ADC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124FE"/>
    <w:rsid w:val="00523EA7"/>
    <w:rsid w:val="00553375"/>
    <w:rsid w:val="00557C28"/>
    <w:rsid w:val="005736B7"/>
    <w:rsid w:val="00575E5A"/>
    <w:rsid w:val="005B562B"/>
    <w:rsid w:val="005C04B6"/>
    <w:rsid w:val="005C145F"/>
    <w:rsid w:val="005D7E39"/>
    <w:rsid w:val="005F1404"/>
    <w:rsid w:val="006048C7"/>
    <w:rsid w:val="0061068E"/>
    <w:rsid w:val="00613242"/>
    <w:rsid w:val="00654420"/>
    <w:rsid w:val="00660AD3"/>
    <w:rsid w:val="00677B7F"/>
    <w:rsid w:val="006A5570"/>
    <w:rsid w:val="006A689C"/>
    <w:rsid w:val="006B3D79"/>
    <w:rsid w:val="006D35FE"/>
    <w:rsid w:val="006D7AFE"/>
    <w:rsid w:val="006E0578"/>
    <w:rsid w:val="006E314D"/>
    <w:rsid w:val="006E5C6C"/>
    <w:rsid w:val="00710723"/>
    <w:rsid w:val="007116AD"/>
    <w:rsid w:val="00723ED1"/>
    <w:rsid w:val="00743525"/>
    <w:rsid w:val="00761A82"/>
    <w:rsid w:val="0076286B"/>
    <w:rsid w:val="00766846"/>
    <w:rsid w:val="0077673A"/>
    <w:rsid w:val="007818EB"/>
    <w:rsid w:val="007846E1"/>
    <w:rsid w:val="007A008C"/>
    <w:rsid w:val="007B570C"/>
    <w:rsid w:val="007B6D10"/>
    <w:rsid w:val="007C1C5D"/>
    <w:rsid w:val="007C589B"/>
    <w:rsid w:val="007E27FE"/>
    <w:rsid w:val="007E4A6E"/>
    <w:rsid w:val="007F56A7"/>
    <w:rsid w:val="00807DD0"/>
    <w:rsid w:val="008659F3"/>
    <w:rsid w:val="00886D4B"/>
    <w:rsid w:val="00895406"/>
    <w:rsid w:val="008A3568"/>
    <w:rsid w:val="008A6DBE"/>
    <w:rsid w:val="008B1A2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25F2"/>
    <w:rsid w:val="009678B7"/>
    <w:rsid w:val="0097709B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0BF3"/>
    <w:rsid w:val="00A6177B"/>
    <w:rsid w:val="00A66136"/>
    <w:rsid w:val="00A93A74"/>
    <w:rsid w:val="00AA4CBB"/>
    <w:rsid w:val="00AA65FA"/>
    <w:rsid w:val="00AA7351"/>
    <w:rsid w:val="00AD056F"/>
    <w:rsid w:val="00AD6731"/>
    <w:rsid w:val="00B1007F"/>
    <w:rsid w:val="00B15D0D"/>
    <w:rsid w:val="00B468D2"/>
    <w:rsid w:val="00B75EE1"/>
    <w:rsid w:val="00B77481"/>
    <w:rsid w:val="00B8518B"/>
    <w:rsid w:val="00B87D91"/>
    <w:rsid w:val="00B93EF0"/>
    <w:rsid w:val="00BD58CB"/>
    <w:rsid w:val="00BD7E91"/>
    <w:rsid w:val="00C02D0A"/>
    <w:rsid w:val="00C03A6E"/>
    <w:rsid w:val="00C044EE"/>
    <w:rsid w:val="00C228EE"/>
    <w:rsid w:val="00C4374B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868AA"/>
    <w:rsid w:val="00DA17A3"/>
    <w:rsid w:val="00DC75F3"/>
    <w:rsid w:val="00DD46F3"/>
    <w:rsid w:val="00DE1BFA"/>
    <w:rsid w:val="00DE56F2"/>
    <w:rsid w:val="00DE5CA5"/>
    <w:rsid w:val="00DF116D"/>
    <w:rsid w:val="00E129AD"/>
    <w:rsid w:val="00E34137"/>
    <w:rsid w:val="00E36C4A"/>
    <w:rsid w:val="00E433D6"/>
    <w:rsid w:val="00E46950"/>
    <w:rsid w:val="00E85D44"/>
    <w:rsid w:val="00EA4DC5"/>
    <w:rsid w:val="00EB104F"/>
    <w:rsid w:val="00EC4AAF"/>
    <w:rsid w:val="00ED14BD"/>
    <w:rsid w:val="00F0533E"/>
    <w:rsid w:val="00F1048D"/>
    <w:rsid w:val="00F10DC5"/>
    <w:rsid w:val="00F12DEC"/>
    <w:rsid w:val="00F1715C"/>
    <w:rsid w:val="00F24FBF"/>
    <w:rsid w:val="00F310F8"/>
    <w:rsid w:val="00F35939"/>
    <w:rsid w:val="00F45607"/>
    <w:rsid w:val="00F4790C"/>
    <w:rsid w:val="00F5558F"/>
    <w:rsid w:val="00F659EB"/>
    <w:rsid w:val="00F76E9F"/>
    <w:rsid w:val="00F86BA6"/>
    <w:rsid w:val="00F95A3A"/>
    <w:rsid w:val="00FA44CC"/>
    <w:rsid w:val="00FB24EF"/>
    <w:rsid w:val="00FC4B68"/>
    <w:rsid w:val="00FC5583"/>
    <w:rsid w:val="00FC6389"/>
    <w:rsid w:val="00FD54F3"/>
    <w:rsid w:val="00FD7CEE"/>
    <w:rsid w:val="00FD7D9B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497256A"/>
  <w15:docId w15:val="{93E3996F-852B-4BFF-804A-4A25549A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character" w:customStyle="1" w:styleId="Zkladntext2Calibri8pt">
    <w:name w:val="Základní text (2) + Calibri;8 pt"/>
    <w:basedOn w:val="Standardnpsmoodstavce"/>
    <w:rsid w:val="00C4374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3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42048B5-6E73-4808-9FA7-74439F869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54</TotalTime>
  <Pages>5</Pages>
  <Words>697</Words>
  <Characters>4118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23</cp:revision>
  <cp:lastPrinted>2022-01-10T11:09:00Z</cp:lastPrinted>
  <dcterms:created xsi:type="dcterms:W3CDTF">2020-10-26T18:42:00Z</dcterms:created>
  <dcterms:modified xsi:type="dcterms:W3CDTF">2022-01-10T11:09:00Z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